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112" w:rsidRDefault="006D7112" w:rsidP="006D7112">
      <w:pPr>
        <w:rPr>
          <w:lang w:val="pt-PT"/>
        </w:rPr>
      </w:pPr>
    </w:p>
    <w:p w:rsidR="006D7112" w:rsidRDefault="006D7112" w:rsidP="006D7112">
      <w:pPr>
        <w:rPr>
          <w:lang w:val="pt-PT"/>
        </w:rPr>
      </w:pPr>
    </w:p>
    <w:p w:rsidR="006D7112" w:rsidRDefault="006D7112" w:rsidP="006D7112">
      <w:pPr>
        <w:rPr>
          <w:lang w:val="pt-PT"/>
        </w:rPr>
      </w:pPr>
    </w:p>
    <w:p w:rsidR="006D7112" w:rsidRDefault="006D7112" w:rsidP="006D7112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6D7112" w:rsidRDefault="006D7112" w:rsidP="006D7112">
      <w:pPr>
        <w:rPr>
          <w:lang w:val="pt-PT"/>
        </w:rPr>
      </w:pPr>
    </w:p>
    <w:p w:rsidR="006D7112" w:rsidRDefault="006D7112" w:rsidP="006D7112">
      <w:pPr>
        <w:rPr>
          <w:lang w:val="pt-PT"/>
        </w:rPr>
      </w:pPr>
    </w:p>
    <w:p w:rsidR="006D7112" w:rsidRDefault="006D7112" w:rsidP="006D7112">
      <w:pPr>
        <w:rPr>
          <w:lang w:val="pt-PT"/>
        </w:rPr>
      </w:pPr>
    </w:p>
    <w:p w:rsidR="006D7112" w:rsidRDefault="006D7112" w:rsidP="006D7112">
      <w:pPr>
        <w:rPr>
          <w:lang w:val="pt-PT"/>
        </w:rPr>
      </w:pPr>
    </w:p>
    <w:p w:rsidR="006D7112" w:rsidRDefault="006D7112" w:rsidP="006D7112">
      <w:pPr>
        <w:rPr>
          <w:lang w:val="pt-PT"/>
        </w:rPr>
      </w:pPr>
    </w:p>
    <w:p w:rsidR="006D7112" w:rsidRDefault="006D7112" w:rsidP="006D7112">
      <w:pPr>
        <w:rPr>
          <w:lang w:val="pt-PT"/>
        </w:rPr>
      </w:pPr>
    </w:p>
    <w:p w:rsidR="006D7112" w:rsidRDefault="007831A4" w:rsidP="00CF17C5">
      <w:pPr>
        <w:outlineLvl w:val="0"/>
        <w:rPr>
          <w:rFonts w:ascii="Arial" w:hAnsi="Arial"/>
          <w:b/>
          <w:i/>
          <w:sz w:val="28"/>
          <w:lang w:val="pt-PT"/>
        </w:rPr>
      </w:pPr>
      <w:r>
        <w:rPr>
          <w:rFonts w:ascii="Arial" w:hAnsi="Arial"/>
          <w:b/>
          <w:i/>
          <w:sz w:val="28"/>
          <w:lang w:val="pt-PT"/>
        </w:rPr>
        <w:t>x</w:t>
      </w:r>
    </w:p>
    <w:p w:rsidR="006D7112" w:rsidRPr="00FC59C0" w:rsidRDefault="006D7112" w:rsidP="006D7112">
      <w:pPr>
        <w:rPr>
          <w:sz w:val="12"/>
          <w:lang w:val="pt-PT"/>
        </w:rPr>
      </w:pPr>
    </w:p>
    <w:tbl>
      <w:tblPr>
        <w:tblW w:w="10068" w:type="dxa"/>
        <w:tblBorders>
          <w:top w:val="dotted" w:sz="6" w:space="0" w:color="auto"/>
          <w:left w:val="single" w:sz="36" w:space="0" w:color="808080"/>
          <w:bottom w:val="single" w:sz="36" w:space="0" w:color="808080"/>
          <w:right w:val="dotted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8"/>
      </w:tblGrid>
      <w:tr w:rsidR="006D7112" w:rsidRPr="00721A86">
        <w:tc>
          <w:tcPr>
            <w:tcW w:w="10068" w:type="dxa"/>
          </w:tcPr>
          <w:p w:rsidR="006D7112" w:rsidRPr="000219A0" w:rsidRDefault="000F109E" w:rsidP="00721A86">
            <w:pPr>
              <w:spacing w:before="120" w:after="120"/>
              <w:rPr>
                <w:caps/>
                <w:lang w:val="pt-PT"/>
              </w:rPr>
            </w:pPr>
            <w:r>
              <w:rPr>
                <w:caps/>
                <w:lang w:val="pt-PT"/>
              </w:rPr>
              <w:fldChar w:fldCharType="begin"/>
            </w:r>
            <w:r w:rsidR="006D7112">
              <w:rPr>
                <w:caps/>
                <w:lang w:val="pt-PT"/>
              </w:rPr>
              <w:instrText xml:space="preserve"> MERGEFIELD "Nome" </w:instrText>
            </w:r>
            <w:r>
              <w:rPr>
                <w:caps/>
                <w:lang w:val="pt-PT"/>
              </w:rPr>
              <w:fldChar w:fldCharType="end"/>
            </w:r>
          </w:p>
        </w:tc>
      </w:tr>
    </w:tbl>
    <w:p w:rsidR="006D7112" w:rsidRDefault="006D7112" w:rsidP="006D7112">
      <w:pPr>
        <w:rPr>
          <w:lang w:val="pt-PT"/>
        </w:rPr>
      </w:pPr>
    </w:p>
    <w:p w:rsidR="006D7112" w:rsidRDefault="006D7112" w:rsidP="006D7112">
      <w:pPr>
        <w:rPr>
          <w:lang w:val="pt-PT"/>
        </w:rPr>
      </w:pPr>
    </w:p>
    <w:p w:rsidR="006D7112" w:rsidRDefault="006D7112" w:rsidP="006D7112">
      <w:pPr>
        <w:rPr>
          <w:lang w:val="pt-PT"/>
        </w:rPr>
      </w:pPr>
    </w:p>
    <w:p w:rsidR="006D7112" w:rsidRDefault="006D7112" w:rsidP="006D7112">
      <w:pPr>
        <w:rPr>
          <w:lang w:val="pt-PT"/>
        </w:rPr>
      </w:pPr>
    </w:p>
    <w:p w:rsidR="006D7112" w:rsidRPr="001A7174" w:rsidRDefault="006D7112" w:rsidP="006D7112">
      <w:pPr>
        <w:rPr>
          <w:rFonts w:ascii="AvantGarde Bk BT" w:hAnsi="AvantGarde Bk BT"/>
          <w:lang w:val="pt-PT"/>
        </w:rPr>
      </w:pPr>
    </w:p>
    <w:p w:rsidR="00062691" w:rsidRDefault="007831A4" w:rsidP="00062691">
      <w:pPr>
        <w:rPr>
          <w:lang w:val="pt-PT"/>
        </w:rPr>
        <w:sectPr w:rsidR="00062691" w:rsidSect="004022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35" w:right="1077" w:bottom="1418" w:left="1191" w:header="539" w:footer="837" w:gutter="0"/>
          <w:cols w:space="708"/>
          <w:docGrid w:linePitch="360"/>
        </w:sectPr>
      </w:pPr>
      <w:r>
        <w:rPr>
          <w:rFonts w:ascii="AvantGarde Bk BT" w:hAnsi="AvantGarde Bk BT" w:cs="Arial"/>
          <w:sz w:val="20"/>
          <w:szCs w:val="20"/>
          <w:lang w:val="pt-PT"/>
        </w:rPr>
        <w:t>x</w:t>
      </w:r>
    </w:p>
    <w:p w:rsidR="00BB477E" w:rsidRDefault="00BB477E" w:rsidP="00BB477E">
      <w:pPr>
        <w:jc w:val="center"/>
        <w:rPr>
          <w:rFonts w:ascii="AvantGarde Bk BT" w:hAnsi="AvantGarde Bk BT"/>
          <w:b/>
          <w:sz w:val="36"/>
          <w:szCs w:val="36"/>
          <w:lang w:val="pt-PT"/>
        </w:rPr>
      </w:pPr>
    </w:p>
    <w:p w:rsidR="001D3F23" w:rsidRPr="00BB477E" w:rsidRDefault="007831A4" w:rsidP="00BB477E">
      <w:pPr>
        <w:jc w:val="center"/>
        <w:rPr>
          <w:lang w:val="pt-PT"/>
        </w:rPr>
      </w:pPr>
      <w:r>
        <w:rPr>
          <w:rFonts w:ascii="AvantGarde Bk BT" w:hAnsi="AvantGarde Bk BT"/>
          <w:b/>
          <w:sz w:val="36"/>
          <w:szCs w:val="36"/>
          <w:lang w:val="pt-PT"/>
        </w:rPr>
        <w:t>x</w:t>
      </w:r>
    </w:p>
    <w:p w:rsidR="006D7112" w:rsidRDefault="006D7112" w:rsidP="006D7112">
      <w:pPr>
        <w:ind w:left="360"/>
        <w:rPr>
          <w:rFonts w:ascii="Arial" w:hAnsi="Arial" w:cs="Arial"/>
          <w:lang w:val="pt-PT"/>
        </w:rPr>
      </w:pPr>
    </w:p>
    <w:p w:rsidR="00750181" w:rsidRPr="00C26F1C" w:rsidRDefault="00750181" w:rsidP="00C26F1C">
      <w:pPr>
        <w:rPr>
          <w:sz w:val="10"/>
          <w:szCs w:val="10"/>
        </w:rPr>
      </w:pPr>
    </w:p>
    <w:sectPr w:rsidR="00750181" w:rsidRPr="00C26F1C" w:rsidSect="004022AE">
      <w:headerReference w:type="default" r:id="rId14"/>
      <w:pgSz w:w="11906" w:h="16838"/>
      <w:pgMar w:top="482" w:right="1077" w:bottom="1134" w:left="1191" w:header="539" w:footer="7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280" w:rsidRDefault="008D4280">
      <w:r>
        <w:separator/>
      </w:r>
    </w:p>
  </w:endnote>
  <w:endnote w:type="continuationSeparator" w:id="0">
    <w:p w:rsidR="008D4280" w:rsidRDefault="008D4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vantGarde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Omeg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1A4" w:rsidRDefault="007831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691" w:rsidRDefault="0064551E" w:rsidP="000C77A4">
    <w:pPr>
      <w:ind w:left="-1080" w:right="-1036"/>
      <w:jc w:val="center"/>
      <w:rPr>
        <w:noProof/>
        <w:lang w:val="pt-PT" w:eastAsia="pt-PT"/>
      </w:rPr>
    </w:pPr>
    <w:r>
      <w:rPr>
        <w:rFonts w:cs="Arial"/>
        <w:b/>
        <w:noProof/>
        <w:sz w:val="16"/>
        <w:szCs w:val="16"/>
        <w:lang w:val="es-ES" w:eastAsia="es-ES"/>
      </w:rPr>
      <w:drawing>
        <wp:anchor distT="0" distB="0" distL="114300" distR="114300" simplePos="0" relativeHeight="251660800" behindDoc="0" locked="0" layoutInCell="1" allowOverlap="1" wp14:anchorId="31C5D36C" wp14:editId="0D4C921B">
          <wp:simplePos x="0" y="0"/>
          <wp:positionH relativeFrom="column">
            <wp:posOffset>2661285</wp:posOffset>
          </wp:positionH>
          <wp:positionV relativeFrom="paragraph">
            <wp:posOffset>-161925</wp:posOffset>
          </wp:positionV>
          <wp:extent cx="1174115" cy="781050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s-pre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0C77A4">
      <w:rPr>
        <w:noProof/>
        <w:lang w:val="pt-PT" w:eastAsia="pt-PT"/>
      </w:rPr>
      <w:tab/>
    </w:r>
    <w:r w:rsidR="000C77A4">
      <w:rPr>
        <w:noProof/>
        <w:lang w:val="pt-PT" w:eastAsia="pt-PT"/>
      </w:rPr>
      <w:tab/>
    </w:r>
    <w:r w:rsidR="000C77A4">
      <w:rPr>
        <w:noProof/>
        <w:lang w:val="pt-PT" w:eastAsia="pt-PT"/>
      </w:rPr>
      <w:tab/>
    </w:r>
    <w:r w:rsidR="000C77A4">
      <w:rPr>
        <w:noProof/>
        <w:lang w:val="pt-PT" w:eastAsia="pt-PT"/>
      </w:rPr>
      <w:tab/>
    </w:r>
  </w:p>
  <w:p w:rsidR="00002AD8" w:rsidRDefault="00002AD8" w:rsidP="00002AD8">
    <w:pPr>
      <w:ind w:left="-1080" w:right="-1036"/>
      <w:jc w:val="center"/>
      <w:rPr>
        <w:noProof/>
        <w:lang w:val="pt-PT" w:eastAsia="pt-PT"/>
      </w:rPr>
    </w:pPr>
    <w:r>
      <w:rPr>
        <w:noProof/>
        <w:lang w:val="pt-PT" w:eastAsia="pt-PT"/>
      </w:rPr>
      <w:tab/>
    </w:r>
    <w:r>
      <w:rPr>
        <w:noProof/>
        <w:lang w:val="pt-PT" w:eastAsia="pt-PT"/>
      </w:rPr>
      <w:tab/>
    </w:r>
    <w:r>
      <w:rPr>
        <w:noProof/>
        <w:lang w:val="pt-PT" w:eastAsia="pt-PT"/>
      </w:rPr>
      <w:tab/>
    </w:r>
    <w:r>
      <w:rPr>
        <w:noProof/>
        <w:lang w:val="pt-PT" w:eastAsia="pt-PT"/>
      </w:rPr>
      <w:tab/>
    </w:r>
  </w:p>
  <w:p w:rsidR="00002AD8" w:rsidRDefault="00002AD8" w:rsidP="00002AD8">
    <w:pPr>
      <w:pStyle w:val="Footer"/>
      <w:rPr>
        <w:rFonts w:cs="Arial"/>
        <w:b/>
        <w:snapToGrid w:val="0"/>
        <w:sz w:val="16"/>
        <w:szCs w:val="16"/>
      </w:rPr>
    </w:pPr>
  </w:p>
  <w:p w:rsidR="00002AD8" w:rsidRDefault="00002AD8" w:rsidP="00002AD8">
    <w:pPr>
      <w:pStyle w:val="Footer"/>
      <w:tabs>
        <w:tab w:val="right" w:pos="9639"/>
      </w:tabs>
      <w:rPr>
        <w:rFonts w:cs="Arial"/>
        <w:b/>
        <w:snapToGrid w:val="0"/>
        <w:sz w:val="16"/>
        <w:szCs w:val="16"/>
      </w:rPr>
    </w:pPr>
  </w:p>
  <w:p w:rsidR="00002AD8" w:rsidRPr="00733D7E" w:rsidRDefault="00002AD8" w:rsidP="00002AD8">
    <w:pPr>
      <w:pStyle w:val="Footer"/>
      <w:tabs>
        <w:tab w:val="right" w:pos="9639"/>
      </w:tabs>
      <w:rPr>
        <w:rFonts w:ascii="CG Omega" w:hAnsi="CG Omega"/>
        <w:b/>
        <w:i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1A4" w:rsidRDefault="007831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280" w:rsidRDefault="008D4280">
      <w:r>
        <w:separator/>
      </w:r>
    </w:p>
  </w:footnote>
  <w:footnote w:type="continuationSeparator" w:id="0">
    <w:p w:rsidR="008D4280" w:rsidRDefault="008D4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1A4" w:rsidRDefault="007831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691" w:rsidRDefault="00062691" w:rsidP="006D71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1A4" w:rsidRDefault="007831A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112" w:rsidRDefault="006D7112" w:rsidP="006D71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528B"/>
    <w:multiLevelType w:val="hybridMultilevel"/>
    <w:tmpl w:val="063CA3C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82FC3"/>
    <w:multiLevelType w:val="hybridMultilevel"/>
    <w:tmpl w:val="C5F82D9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C50FA"/>
    <w:multiLevelType w:val="hybridMultilevel"/>
    <w:tmpl w:val="AFC4685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601E6"/>
    <w:multiLevelType w:val="hybridMultilevel"/>
    <w:tmpl w:val="E3085CF4"/>
    <w:lvl w:ilvl="0" w:tplc="AF3E83F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55537"/>
    <w:multiLevelType w:val="multilevel"/>
    <w:tmpl w:val="68282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AD117FB"/>
    <w:multiLevelType w:val="hybridMultilevel"/>
    <w:tmpl w:val="E138B5F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62D6D"/>
    <w:multiLevelType w:val="hybridMultilevel"/>
    <w:tmpl w:val="DB141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41536B"/>
    <w:multiLevelType w:val="multilevel"/>
    <w:tmpl w:val="68282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027684"/>
    <w:multiLevelType w:val="hybridMultilevel"/>
    <w:tmpl w:val="0D68AAD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77134"/>
    <w:multiLevelType w:val="hybridMultilevel"/>
    <w:tmpl w:val="4FB40CF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516"/>
    <w:rsid w:val="00002AD8"/>
    <w:rsid w:val="00022170"/>
    <w:rsid w:val="00043FB6"/>
    <w:rsid w:val="00062691"/>
    <w:rsid w:val="00072084"/>
    <w:rsid w:val="00097180"/>
    <w:rsid w:val="000A7BD8"/>
    <w:rsid w:val="000C36B7"/>
    <w:rsid w:val="000C77A4"/>
    <w:rsid w:val="000E03E8"/>
    <w:rsid w:val="000E6596"/>
    <w:rsid w:val="000E78A8"/>
    <w:rsid w:val="000F109E"/>
    <w:rsid w:val="000F72DD"/>
    <w:rsid w:val="0011423F"/>
    <w:rsid w:val="00120FAB"/>
    <w:rsid w:val="001527DE"/>
    <w:rsid w:val="00157EFF"/>
    <w:rsid w:val="00195CBE"/>
    <w:rsid w:val="001A7174"/>
    <w:rsid w:val="001B1A63"/>
    <w:rsid w:val="001D3F23"/>
    <w:rsid w:val="00203D7F"/>
    <w:rsid w:val="00214A2A"/>
    <w:rsid w:val="00224E76"/>
    <w:rsid w:val="00256C55"/>
    <w:rsid w:val="002665CF"/>
    <w:rsid w:val="00273D6B"/>
    <w:rsid w:val="00280E0D"/>
    <w:rsid w:val="002A5197"/>
    <w:rsid w:val="00315715"/>
    <w:rsid w:val="00330B2A"/>
    <w:rsid w:val="00370D82"/>
    <w:rsid w:val="0037173A"/>
    <w:rsid w:val="00371785"/>
    <w:rsid w:val="003840A7"/>
    <w:rsid w:val="003853A1"/>
    <w:rsid w:val="003B2345"/>
    <w:rsid w:val="003B6F85"/>
    <w:rsid w:val="003C0D7A"/>
    <w:rsid w:val="003E5CA1"/>
    <w:rsid w:val="003E73C5"/>
    <w:rsid w:val="003F55C2"/>
    <w:rsid w:val="004022AE"/>
    <w:rsid w:val="00406FEE"/>
    <w:rsid w:val="00415B70"/>
    <w:rsid w:val="00447821"/>
    <w:rsid w:val="00457C70"/>
    <w:rsid w:val="0046140F"/>
    <w:rsid w:val="004874BB"/>
    <w:rsid w:val="0048793F"/>
    <w:rsid w:val="004A3386"/>
    <w:rsid w:val="004A70AD"/>
    <w:rsid w:val="00500415"/>
    <w:rsid w:val="005104DB"/>
    <w:rsid w:val="005129F9"/>
    <w:rsid w:val="00515DED"/>
    <w:rsid w:val="0051732E"/>
    <w:rsid w:val="005230B6"/>
    <w:rsid w:val="0053798D"/>
    <w:rsid w:val="00560634"/>
    <w:rsid w:val="00573E22"/>
    <w:rsid w:val="00585453"/>
    <w:rsid w:val="005B0259"/>
    <w:rsid w:val="005D4898"/>
    <w:rsid w:val="006245FD"/>
    <w:rsid w:val="00636340"/>
    <w:rsid w:val="0064044E"/>
    <w:rsid w:val="00641F56"/>
    <w:rsid w:val="006434B1"/>
    <w:rsid w:val="0064551E"/>
    <w:rsid w:val="006756BD"/>
    <w:rsid w:val="006847A2"/>
    <w:rsid w:val="006A099C"/>
    <w:rsid w:val="006D7112"/>
    <w:rsid w:val="006E5CB8"/>
    <w:rsid w:val="00721A86"/>
    <w:rsid w:val="0073370F"/>
    <w:rsid w:val="00742A6E"/>
    <w:rsid w:val="00743101"/>
    <w:rsid w:val="00750181"/>
    <w:rsid w:val="007630B6"/>
    <w:rsid w:val="00775869"/>
    <w:rsid w:val="007831A4"/>
    <w:rsid w:val="007A54C5"/>
    <w:rsid w:val="007B59A8"/>
    <w:rsid w:val="007C24E2"/>
    <w:rsid w:val="007C505D"/>
    <w:rsid w:val="007D2D05"/>
    <w:rsid w:val="007F0411"/>
    <w:rsid w:val="008163EF"/>
    <w:rsid w:val="00816991"/>
    <w:rsid w:val="00863C5D"/>
    <w:rsid w:val="008649CF"/>
    <w:rsid w:val="00874BFF"/>
    <w:rsid w:val="00881AA5"/>
    <w:rsid w:val="008A3A43"/>
    <w:rsid w:val="008A7481"/>
    <w:rsid w:val="008B3D30"/>
    <w:rsid w:val="008D3FB3"/>
    <w:rsid w:val="008D4280"/>
    <w:rsid w:val="00901ADA"/>
    <w:rsid w:val="009049E5"/>
    <w:rsid w:val="00913E30"/>
    <w:rsid w:val="009306EC"/>
    <w:rsid w:val="00941CC4"/>
    <w:rsid w:val="00946A2E"/>
    <w:rsid w:val="009554EA"/>
    <w:rsid w:val="00981EAF"/>
    <w:rsid w:val="0099595F"/>
    <w:rsid w:val="009B3EF4"/>
    <w:rsid w:val="009C6758"/>
    <w:rsid w:val="009D0FE0"/>
    <w:rsid w:val="009F0FE7"/>
    <w:rsid w:val="009F44B2"/>
    <w:rsid w:val="00A01BE8"/>
    <w:rsid w:val="00A06662"/>
    <w:rsid w:val="00A1397C"/>
    <w:rsid w:val="00A276D8"/>
    <w:rsid w:val="00A34422"/>
    <w:rsid w:val="00A647EB"/>
    <w:rsid w:val="00A77672"/>
    <w:rsid w:val="00A80C46"/>
    <w:rsid w:val="00A953A6"/>
    <w:rsid w:val="00AB137D"/>
    <w:rsid w:val="00AC5F1E"/>
    <w:rsid w:val="00AD0472"/>
    <w:rsid w:val="00AD5F3E"/>
    <w:rsid w:val="00AE461A"/>
    <w:rsid w:val="00AF454F"/>
    <w:rsid w:val="00B109A4"/>
    <w:rsid w:val="00B13CB3"/>
    <w:rsid w:val="00B336F7"/>
    <w:rsid w:val="00B408DE"/>
    <w:rsid w:val="00B5221B"/>
    <w:rsid w:val="00B55BF0"/>
    <w:rsid w:val="00B759F6"/>
    <w:rsid w:val="00B77A6E"/>
    <w:rsid w:val="00B94734"/>
    <w:rsid w:val="00B95AEB"/>
    <w:rsid w:val="00BB477E"/>
    <w:rsid w:val="00BC3528"/>
    <w:rsid w:val="00BC7E90"/>
    <w:rsid w:val="00BD7661"/>
    <w:rsid w:val="00BE321F"/>
    <w:rsid w:val="00BE6A2A"/>
    <w:rsid w:val="00C02625"/>
    <w:rsid w:val="00C151A8"/>
    <w:rsid w:val="00C26F1C"/>
    <w:rsid w:val="00C323A2"/>
    <w:rsid w:val="00C40DA8"/>
    <w:rsid w:val="00C4625C"/>
    <w:rsid w:val="00C52470"/>
    <w:rsid w:val="00C67DB8"/>
    <w:rsid w:val="00C9072D"/>
    <w:rsid w:val="00CD02F8"/>
    <w:rsid w:val="00CD7173"/>
    <w:rsid w:val="00CE4E7E"/>
    <w:rsid w:val="00CF17C5"/>
    <w:rsid w:val="00D05AEA"/>
    <w:rsid w:val="00D14020"/>
    <w:rsid w:val="00D2075B"/>
    <w:rsid w:val="00D310D1"/>
    <w:rsid w:val="00D31870"/>
    <w:rsid w:val="00D72975"/>
    <w:rsid w:val="00D86879"/>
    <w:rsid w:val="00DB0739"/>
    <w:rsid w:val="00DD3341"/>
    <w:rsid w:val="00DE18EE"/>
    <w:rsid w:val="00E0540B"/>
    <w:rsid w:val="00E514D0"/>
    <w:rsid w:val="00E62FA4"/>
    <w:rsid w:val="00E8667F"/>
    <w:rsid w:val="00E913BE"/>
    <w:rsid w:val="00EA02B7"/>
    <w:rsid w:val="00EA7D1A"/>
    <w:rsid w:val="00EB4F13"/>
    <w:rsid w:val="00EB6FDA"/>
    <w:rsid w:val="00ED7516"/>
    <w:rsid w:val="00EF6052"/>
    <w:rsid w:val="00F044CE"/>
    <w:rsid w:val="00F15B8E"/>
    <w:rsid w:val="00F17320"/>
    <w:rsid w:val="00F330F8"/>
    <w:rsid w:val="00F333AB"/>
    <w:rsid w:val="00F50702"/>
    <w:rsid w:val="00F72736"/>
    <w:rsid w:val="00F72E73"/>
    <w:rsid w:val="00F8738B"/>
    <w:rsid w:val="00F93413"/>
    <w:rsid w:val="00FA1FC8"/>
    <w:rsid w:val="00FA4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F2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63C5D"/>
    <w:pPr>
      <w:keepNext/>
      <w:jc w:val="center"/>
      <w:outlineLvl w:val="0"/>
    </w:pPr>
    <w:rPr>
      <w:rFonts w:ascii="Arial" w:hAnsi="Arial"/>
      <w:b/>
      <w:i/>
      <w:sz w:val="28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63C5D"/>
    <w:pPr>
      <w:tabs>
        <w:tab w:val="center" w:pos="4252"/>
        <w:tab w:val="right" w:pos="8504"/>
      </w:tabs>
    </w:pPr>
  </w:style>
  <w:style w:type="table" w:styleId="TableGrid">
    <w:name w:val="Table Grid"/>
    <w:basedOn w:val="TableNormal"/>
    <w:rsid w:val="00863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863C5D"/>
    <w:pPr>
      <w:spacing w:after="40"/>
      <w:jc w:val="center"/>
    </w:pPr>
    <w:rPr>
      <w:rFonts w:ascii="Arial" w:hAnsi="Arial"/>
      <w:sz w:val="20"/>
      <w:lang w:val="pt-PT"/>
    </w:rPr>
  </w:style>
  <w:style w:type="paragraph" w:customStyle="1" w:styleId="proclabel">
    <w:name w:val="proclabel"/>
    <w:basedOn w:val="Normal"/>
    <w:rsid w:val="00863C5D"/>
    <w:pPr>
      <w:spacing w:before="100" w:beforeAutospacing="1" w:after="100" w:afterAutospacing="1"/>
    </w:pPr>
    <w:rPr>
      <w:lang w:val="pt-PT" w:eastAsia="pt-PT"/>
    </w:rPr>
  </w:style>
  <w:style w:type="paragraph" w:styleId="Footer">
    <w:name w:val="footer"/>
    <w:basedOn w:val="Normal"/>
    <w:link w:val="FooterChar"/>
    <w:rsid w:val="001A7174"/>
    <w:pPr>
      <w:tabs>
        <w:tab w:val="center" w:pos="4252"/>
        <w:tab w:val="right" w:pos="8504"/>
      </w:tabs>
    </w:pPr>
  </w:style>
  <w:style w:type="paragraph" w:styleId="DocumentMap">
    <w:name w:val="Document Map"/>
    <w:basedOn w:val="Normal"/>
    <w:semiHidden/>
    <w:rsid w:val="00CF17C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062691"/>
    <w:pPr>
      <w:ind w:left="708"/>
    </w:pPr>
  </w:style>
  <w:style w:type="paragraph" w:styleId="BalloonText">
    <w:name w:val="Balloon Text"/>
    <w:basedOn w:val="Normal"/>
    <w:link w:val="BalloonTextChar"/>
    <w:rsid w:val="005D4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4898"/>
    <w:rPr>
      <w:rFonts w:ascii="Tahoma" w:hAnsi="Tahoma" w:cs="Tahoma"/>
      <w:sz w:val="16"/>
      <w:szCs w:val="16"/>
      <w:lang w:val="en-US" w:eastAsia="en-US"/>
    </w:rPr>
  </w:style>
  <w:style w:type="table" w:customStyle="1" w:styleId="Tabelacomgrade1">
    <w:name w:val="Tabela com grade1"/>
    <w:basedOn w:val="TableNormal"/>
    <w:next w:val="TableGrid"/>
    <w:uiPriority w:val="59"/>
    <w:rsid w:val="005D4898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rsid w:val="00002AD8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1\Desktop\Meca%20nova\Docs%20formadores\Ficha%20de%20avalia&#231;&#227;o%20diagn&#243;stica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Ficha de avaliação diagnóstica</Template>
  <TotalTime>5</TotalTime>
  <Pages>2</Pages>
  <Words>3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ACIB Associação Comercial Industrial Barcelos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xisco</cp:lastModifiedBy>
  <cp:revision>3</cp:revision>
  <cp:lastPrinted>2013-11-21T11:48:00Z</cp:lastPrinted>
  <dcterms:created xsi:type="dcterms:W3CDTF">2020-06-15T18:43:00Z</dcterms:created>
  <dcterms:modified xsi:type="dcterms:W3CDTF">2020-06-15T19:26:00Z</dcterms:modified>
</cp:coreProperties>
</file>